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0841A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>
        <w:rPr>
          <w:rFonts w:ascii="Arial Narrow" w:hAnsi="Arial Narrow"/>
          <w:sz w:val="22"/>
          <w:lang w:val="de-DE"/>
        </w:rPr>
        <w:t>So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E14709">
        <w:rPr>
          <w:rFonts w:ascii="Arial Narrow" w:hAnsi="Arial Narrow"/>
          <w:sz w:val="22"/>
          <w:lang w:val="de-DE"/>
        </w:rPr>
        <w:t>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94EB0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D7F24">
        <w:rPr>
          <w:rFonts w:ascii="Arial Narrow" w:hAnsi="Arial Narrow"/>
          <w:noProof/>
          <w:sz w:val="22"/>
          <w:lang w:val="de-DE"/>
        </w:rPr>
        <w:t>26.04.2017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622B3E" w:rsidRPr="00622B3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Lukas Scheuerle, Matthias Müller</w:t>
      </w:r>
    </w:p>
    <w:p w:rsidR="00945F7B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 w:rsidR="00945F7B">
        <w:rPr>
          <w:rFonts w:ascii="Arial Narrow" w:hAnsi="Arial Narrow"/>
          <w:b/>
          <w:sz w:val="22"/>
          <w:lang w:val="de-DE"/>
        </w:rPr>
        <w:tab/>
        <w:t>:</w:t>
      </w:r>
      <w:r w:rsidR="00945F7B"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AE2E68">
        <w:rPr>
          <w:rFonts w:ascii="Arial Narrow" w:hAnsi="Arial Narrow"/>
          <w:sz w:val="22"/>
          <w:lang w:val="de-DE"/>
        </w:rPr>
        <w:t>Fleig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023AFA">
        <w:rPr>
          <w:rFonts w:ascii="Arial Narrow" w:hAnsi="Arial Narrow"/>
          <w:sz w:val="22"/>
          <w:lang w:val="de-DE"/>
        </w:rPr>
        <w:t>Sasdrich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, Joana Bacher, Mirza </w:t>
      </w:r>
      <w:proofErr w:type="spellStart"/>
      <w:r w:rsidR="00023AFA">
        <w:rPr>
          <w:rFonts w:ascii="Arial Narrow" w:hAnsi="Arial Narrow"/>
          <w:sz w:val="22"/>
          <w:lang w:val="de-DE"/>
        </w:rPr>
        <w:t>Sahovic</w:t>
      </w:r>
      <w:proofErr w:type="spellEnd"/>
      <w:r w:rsidR="00023AFA">
        <w:rPr>
          <w:rFonts w:ascii="Arial Narrow" w:hAnsi="Arial Narrow"/>
          <w:sz w:val="22"/>
          <w:lang w:val="de-DE"/>
        </w:rPr>
        <w:t>, Luisa Geiger,</w:t>
      </w:r>
      <w:r w:rsidR="00854ED7">
        <w:rPr>
          <w:rFonts w:ascii="Arial Narrow" w:hAnsi="Arial Narrow"/>
          <w:sz w:val="22"/>
          <w:lang w:val="de-DE"/>
        </w:rPr>
        <w:t xml:space="preserve"> Fabian </w:t>
      </w:r>
      <w:proofErr w:type="spellStart"/>
      <w:r w:rsidR="00854ED7">
        <w:rPr>
          <w:rFonts w:ascii="Arial Narrow" w:hAnsi="Arial Narrow"/>
          <w:sz w:val="22"/>
          <w:lang w:val="de-DE"/>
        </w:rPr>
        <w:t>Suske</w:t>
      </w:r>
      <w:proofErr w:type="spellEnd"/>
      <w:r w:rsidR="00854ED7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854ED7">
        <w:rPr>
          <w:rFonts w:ascii="Arial Narrow" w:hAnsi="Arial Narrow"/>
          <w:sz w:val="22"/>
          <w:lang w:val="de-DE"/>
        </w:rPr>
        <w:t>Heppeler</w:t>
      </w:r>
      <w:proofErr w:type="spellEnd"/>
      <w:r w:rsidR="00854ED7">
        <w:rPr>
          <w:rFonts w:ascii="Arial Narrow" w:hAnsi="Arial Narrow"/>
          <w:sz w:val="22"/>
          <w:lang w:val="de-DE"/>
        </w:rPr>
        <w:t>, Daniel Sommer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35394">
        <w:rPr>
          <w:rFonts w:ascii="Arial Narrow" w:hAnsi="Arial Narrow"/>
          <w:sz w:val="22"/>
          <w:lang w:val="de-DE"/>
        </w:rPr>
        <w:t>Michael Kern, Sandra Wagner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proofErr w:type="spellStart"/>
      <w:r w:rsidR="00023AFA">
        <w:rPr>
          <w:rFonts w:ascii="Arial Narrow" w:hAnsi="Arial Narrow"/>
          <w:sz w:val="22"/>
          <w:lang w:val="de-DE"/>
        </w:rPr>
        <w:t>Bilel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 Spannnagel, Melisa Yalcin, Armin Saur, </w:t>
      </w:r>
      <w:proofErr w:type="spellStart"/>
      <w:r w:rsidR="00023AFA">
        <w:rPr>
          <w:rFonts w:ascii="Arial Narrow" w:hAnsi="Arial Narrow"/>
          <w:sz w:val="22"/>
          <w:lang w:val="de-DE"/>
        </w:rPr>
        <w:t>Viet</w:t>
      </w:r>
      <w:proofErr w:type="spellEnd"/>
      <w:r w:rsidR="00023AFA">
        <w:rPr>
          <w:rFonts w:ascii="Arial Narrow" w:hAnsi="Arial Narrow"/>
          <w:sz w:val="22"/>
          <w:lang w:val="de-DE"/>
        </w:rPr>
        <w:t xml:space="preserve"> Nguyen</w:t>
      </w:r>
      <w:r w:rsidR="003B59AF">
        <w:rPr>
          <w:rFonts w:ascii="Arial Narrow" w:hAnsi="Arial Narrow"/>
          <w:sz w:val="22"/>
          <w:lang w:val="de-DE"/>
        </w:rPr>
        <w:t>, Lara Backofen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237E7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 xml:space="preserve">Lukas </w:t>
      </w:r>
      <w:r w:rsidR="00622B3E">
        <w:rPr>
          <w:rFonts w:ascii="Arial Narrow" w:hAnsi="Arial Narrow"/>
          <w:sz w:val="22"/>
          <w:lang w:val="de-DE"/>
        </w:rPr>
        <w:t>Scheuerle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C7454B">
        <w:rPr>
          <w:rFonts w:ascii="Arial Narrow" w:hAnsi="Arial Narrow"/>
          <w:sz w:val="22"/>
          <w:lang w:val="de-DE"/>
        </w:rPr>
        <w:t>12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AE2E68" w:rsidRDefault="00063A41" w:rsidP="00AE2E6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</w:p>
    <w:p w:rsidR="00382127" w:rsidRDefault="00D87EF9" w:rsidP="00023AF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Wahlplakate?</w:t>
      </w:r>
      <w:r w:rsidR="002A682D">
        <w:rPr>
          <w:rFonts w:ascii="Arial Narrow" w:hAnsi="Arial Narrow"/>
        </w:rPr>
        <w:t xml:space="preserve"> </w:t>
      </w:r>
      <w:r w:rsidR="00786D98">
        <w:rPr>
          <w:rFonts w:ascii="Arial Narrow" w:hAnsi="Arial Narrow"/>
        </w:rPr>
        <w:t>Ist in Arbeit</w:t>
      </w:r>
    </w:p>
    <w:p w:rsidR="00F36765" w:rsidRPr="00AE2E68" w:rsidRDefault="00382127" w:rsidP="00023AF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Visitenkarten </w:t>
      </w:r>
      <w:r w:rsidR="00A6243F">
        <w:rPr>
          <w:rFonts w:ascii="Arial Narrow" w:hAnsi="Arial Narrow"/>
        </w:rPr>
        <w:t>auch</w:t>
      </w:r>
      <w:r>
        <w:rPr>
          <w:rFonts w:ascii="Arial Narrow" w:hAnsi="Arial Narrow"/>
        </w:rPr>
        <w:t>, hat aber auch keine Eile</w:t>
      </w:r>
      <w:r w:rsidR="00F36765" w:rsidRPr="00AE2E68">
        <w:rPr>
          <w:rFonts w:ascii="Arial Narrow" w:hAnsi="Arial Narrow"/>
        </w:rPr>
        <w:br/>
      </w:r>
    </w:p>
    <w:p w:rsidR="000841A4" w:rsidRDefault="000841A4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Berichte:</w:t>
      </w:r>
    </w:p>
    <w:p w:rsidR="00613B04" w:rsidRDefault="000841A4" w:rsidP="00613B0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StuRa</w:t>
      </w:r>
      <w:proofErr w:type="spellEnd"/>
      <w:r>
        <w:rPr>
          <w:rFonts w:ascii="Arial Narrow" w:hAnsi="Arial Narrow"/>
        </w:rPr>
        <w:t>:</w:t>
      </w:r>
    </w:p>
    <w:p w:rsidR="00613B04" w:rsidRDefault="00CB10C1" w:rsidP="00613B0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Wichtigste</w:t>
      </w:r>
      <w:r w:rsidR="001C598F">
        <w:rPr>
          <w:rFonts w:ascii="Arial Narrow" w:hAnsi="Arial Narrow"/>
        </w:rPr>
        <w:t xml:space="preserve"> Punkt</w:t>
      </w:r>
      <w:r>
        <w:rPr>
          <w:rFonts w:ascii="Arial Narrow" w:hAnsi="Arial Narrow"/>
        </w:rPr>
        <w:t>e</w:t>
      </w:r>
      <w:r w:rsidR="001C598F">
        <w:rPr>
          <w:rFonts w:ascii="Arial Narrow" w:hAnsi="Arial Narrow"/>
        </w:rPr>
        <w:t>:</w:t>
      </w:r>
    </w:p>
    <w:p w:rsidR="001C598F" w:rsidRDefault="001C598F" w:rsidP="00613B0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Die Demo </w:t>
      </w:r>
      <w:r>
        <w:rPr>
          <w:rFonts w:ascii="Arial Narrow" w:hAnsi="Arial Narrow"/>
        </w:rPr>
        <w:t>sowie</w:t>
      </w:r>
      <w:r>
        <w:rPr>
          <w:rFonts w:ascii="Arial Narrow" w:hAnsi="Arial Narrow"/>
        </w:rPr>
        <w:t xml:space="preserve"> </w:t>
      </w:r>
      <w:r w:rsidR="007C79D4">
        <w:rPr>
          <w:rFonts w:ascii="Arial Narrow" w:hAnsi="Arial Narrow"/>
        </w:rPr>
        <w:t xml:space="preserve">dafür notwendige Anschaffungen </w:t>
      </w:r>
      <w:r w:rsidR="006738AB">
        <w:rPr>
          <w:rFonts w:ascii="Arial Narrow" w:hAnsi="Arial Narrow"/>
        </w:rPr>
        <w:t>wurde</w:t>
      </w:r>
      <w:r w:rsidR="007C79D4">
        <w:rPr>
          <w:rFonts w:ascii="Arial Narrow" w:hAnsi="Arial Narrow"/>
        </w:rPr>
        <w:t xml:space="preserve"> genehmigt</w:t>
      </w:r>
    </w:p>
    <w:p w:rsidR="006738AB" w:rsidRDefault="006738AB" w:rsidP="00613B0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Die Finanzanträge von Foto-, Rock- und Volleyballreferat wurden genehmigt</w:t>
      </w:r>
    </w:p>
    <w:p w:rsidR="006738AB" w:rsidRDefault="006738AB" w:rsidP="00613B0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Die Rechnung für die Leute, die privat Tennis anstelle des Referats gespielt haben, wurde genehmigt</w:t>
      </w:r>
    </w:p>
    <w:p w:rsidR="001C598F" w:rsidRPr="00613B04" w:rsidRDefault="001C598F" w:rsidP="00613B04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lastRenderedPageBreak/>
        <w:t>Treffen mit dem Rektorat</w:t>
      </w:r>
    </w:p>
    <w:p w:rsidR="000D5ED7" w:rsidRDefault="000D5ED7" w:rsidP="000D5ED7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Matthias und Lukas trafen sich zusammen mit Studierenden aus VS und Tut mit dem Rektor und der Kanzlerin</w:t>
      </w:r>
    </w:p>
    <w:p w:rsidR="00DB0B2A" w:rsidRDefault="007B68EF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Hauptthema war die Kommunikation zwischen ASten, Senat und dem Rektorat</w:t>
      </w:r>
    </w:p>
    <w:p w:rsidR="00331D1F" w:rsidRDefault="00331D1F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Es wurde ausgetauscht, welche Themen für beide Seiten relevant sind</w:t>
      </w:r>
    </w:p>
    <w:p w:rsidR="00331D1F" w:rsidRDefault="000D5ED7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Außerdem wurde der Vorschlag der gemeinsamen Pressestelle sowie der regelmäßigen Berichterstattung eingebracht, der von Schwenningen sowie Rektor und Kanzlerin positiv aufgenommen wurde</w:t>
      </w:r>
    </w:p>
    <w:p w:rsidR="000D5ED7" w:rsidRDefault="000D5ED7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Außerdem wurde von Schwenningen angemerkt, dass sie vor den Prüfungen Räume zum Lernen bereitstellen möchten, dies wäre auch für uns interessant</w:t>
      </w:r>
    </w:p>
    <w:p w:rsidR="00DB0B2A" w:rsidRDefault="00DB0B2A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LAK</w:t>
      </w:r>
    </w:p>
    <w:p w:rsidR="00DB0B2A" w:rsidRDefault="00C336B6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Für uns relevant waren vor allem:</w:t>
      </w:r>
    </w:p>
    <w:p w:rsidR="00C336B6" w:rsidRDefault="00C336B6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Landesweites Semesterticket, weitreichend abgelehnt</w:t>
      </w:r>
    </w:p>
    <w:p w:rsidR="00C336B6" w:rsidRDefault="009D4635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Konstituierte LAK, wird im </w:t>
      </w:r>
      <w:proofErr w:type="spellStart"/>
      <w:r>
        <w:rPr>
          <w:rFonts w:ascii="Arial Narrow" w:hAnsi="Arial Narrow"/>
        </w:rPr>
        <w:t>StuRa</w:t>
      </w:r>
      <w:proofErr w:type="spellEnd"/>
      <w:r>
        <w:rPr>
          <w:rFonts w:ascii="Arial Narrow" w:hAnsi="Arial Narrow"/>
        </w:rPr>
        <w:t xml:space="preserve"> besprochen werden</w:t>
      </w:r>
    </w:p>
    <w:p w:rsidR="009D4635" w:rsidRDefault="009D4635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Über alles </w:t>
      </w:r>
      <w:r w:rsidR="008B1CBE">
        <w:rPr>
          <w:rFonts w:ascii="Arial Narrow" w:hAnsi="Arial Narrow"/>
        </w:rPr>
        <w:t>Weitere</w:t>
      </w:r>
      <w:r>
        <w:rPr>
          <w:rFonts w:ascii="Arial Narrow" w:hAnsi="Arial Narrow"/>
        </w:rPr>
        <w:t xml:space="preserve"> kann Matthias berichten</w:t>
      </w:r>
    </w:p>
    <w:p w:rsidR="00DB0B2A" w:rsidRDefault="00DB0B2A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1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Vertreterversammlung SWFR</w:t>
      </w:r>
    </w:p>
    <w:p w:rsidR="00DB0B2A" w:rsidRDefault="00702E5C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Wohnsituation in VS</w:t>
      </w:r>
      <w:r w:rsidR="00C82661">
        <w:rPr>
          <w:rFonts w:ascii="Arial Narrow" w:hAnsi="Arial Narrow"/>
        </w:rPr>
        <w:t>, bis 2025 150 Wohnungen in VS</w:t>
      </w:r>
      <w:r w:rsidR="00F94E38">
        <w:rPr>
          <w:rFonts w:ascii="Arial Narrow" w:hAnsi="Arial Narrow"/>
        </w:rPr>
        <w:t xml:space="preserve"> geplant</w:t>
      </w:r>
    </w:p>
    <w:p w:rsidR="00653E01" w:rsidRDefault="00B81638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Mensa </w:t>
      </w:r>
      <w:proofErr w:type="spellStart"/>
      <w:r>
        <w:rPr>
          <w:rFonts w:ascii="Arial Narrow" w:hAnsi="Arial Narrow"/>
        </w:rPr>
        <w:t>Fuwa</w:t>
      </w:r>
      <w:proofErr w:type="spellEnd"/>
      <w:r w:rsidR="00E61F4C">
        <w:rPr>
          <w:rFonts w:ascii="Arial Narrow" w:hAnsi="Arial Narrow"/>
        </w:rPr>
        <w:t xml:space="preserve">: </w:t>
      </w:r>
      <w:r w:rsidR="00653E01">
        <w:rPr>
          <w:rFonts w:ascii="Arial Narrow" w:hAnsi="Arial Narrow"/>
        </w:rPr>
        <w:t>Tübingen und Stuttgart haben Vorrang</w:t>
      </w:r>
    </w:p>
    <w:p w:rsidR="003E658F" w:rsidRDefault="003E658F" w:rsidP="003E658F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Mensa in </w:t>
      </w:r>
      <w:proofErr w:type="spellStart"/>
      <w:r>
        <w:rPr>
          <w:rFonts w:ascii="Arial Narrow" w:hAnsi="Arial Narrow"/>
        </w:rPr>
        <w:t>Fuwa</w:t>
      </w:r>
      <w:proofErr w:type="spellEnd"/>
      <w:r>
        <w:rPr>
          <w:rFonts w:ascii="Arial Narrow" w:hAnsi="Arial Narrow"/>
        </w:rPr>
        <w:t xml:space="preserve"> wird saniert statt ersetzt</w:t>
      </w:r>
    </w:p>
    <w:p w:rsidR="001E38E2" w:rsidRDefault="007F6BB7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Alternative:</w:t>
      </w:r>
      <w:r w:rsidR="00BC06B5">
        <w:rPr>
          <w:rFonts w:ascii="Arial Narrow" w:hAnsi="Arial Narrow"/>
        </w:rPr>
        <w:t xml:space="preserve"> Mehrzweckhalle für </w:t>
      </w:r>
      <w:proofErr w:type="spellStart"/>
      <w:r w:rsidR="00BC06B5">
        <w:rPr>
          <w:rFonts w:ascii="Arial Narrow" w:hAnsi="Arial Narrow"/>
        </w:rPr>
        <w:t>Fuwa</w:t>
      </w:r>
      <w:proofErr w:type="spellEnd"/>
      <w:r w:rsidR="00BC06B5">
        <w:rPr>
          <w:rFonts w:ascii="Arial Narrow" w:hAnsi="Arial Narrow"/>
        </w:rPr>
        <w:t xml:space="preserve"> in Kooperation mit Stadt</w:t>
      </w:r>
    </w:p>
    <w:p w:rsidR="00DD619F" w:rsidRDefault="00DD619F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Zeitnah nicht passieren</w:t>
      </w:r>
    </w:p>
    <w:p w:rsidR="00245E5D" w:rsidRDefault="00245E5D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Bafög-Änderung</w:t>
      </w:r>
      <w:r w:rsidR="002A0AEF">
        <w:rPr>
          <w:rFonts w:ascii="Arial Narrow" w:hAnsi="Arial Narrow"/>
        </w:rPr>
        <w:t xml:space="preserve"> ist durch, </w:t>
      </w:r>
      <w:r w:rsidR="0045683C">
        <w:rPr>
          <w:rFonts w:ascii="Arial Narrow" w:hAnsi="Arial Narrow"/>
        </w:rPr>
        <w:t>höherer Freibetrag, usw.</w:t>
      </w:r>
    </w:p>
    <w:p w:rsidR="00DB0B2A" w:rsidRDefault="00DB478E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Trainer für interkulturelles Konfliktmanagement?</w:t>
      </w:r>
    </w:p>
    <w:p w:rsidR="00DB478E" w:rsidRDefault="00DB478E" w:rsidP="00DB0B2A">
      <w:pPr>
        <w:pStyle w:val="Listenabsatz"/>
        <w:spacing w:before="120"/>
        <w:ind w:left="144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Verleihliste</w:t>
      </w:r>
      <w:r w:rsidR="00D87EF9">
        <w:rPr>
          <w:rFonts w:ascii="Arial Narrow" w:hAnsi="Arial Narrow"/>
        </w:rPr>
        <w:t>:</w:t>
      </w:r>
    </w:p>
    <w:p w:rsidR="00524026" w:rsidRPr="00D03F71" w:rsidRDefault="00A525A6" w:rsidP="00D03F71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Nur noch eine Liste, erst</w:t>
      </w:r>
      <w:r w:rsidR="00D03F71">
        <w:rPr>
          <w:rFonts w:ascii="Arial Narrow" w:hAnsi="Arial Narrow"/>
        </w:rPr>
        <w:t xml:space="preserve"> Neue anfangen, wenn diese voll</w:t>
      </w:r>
      <w:r w:rsidRPr="00D03F71">
        <w:rPr>
          <w:rFonts w:ascii="Arial Narrow" w:hAnsi="Arial Narrow"/>
        </w:rPr>
        <w:t xml:space="preserve"> ist</w:t>
      </w:r>
    </w:p>
    <w:p w:rsidR="00524026" w:rsidRDefault="00524026" w:rsidP="0052402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Texthi</w:t>
      </w:r>
      <w:proofErr w:type="spellEnd"/>
      <w:r w:rsidR="00A57AEE">
        <w:rPr>
          <w:rFonts w:ascii="Arial Narrow" w:hAnsi="Arial Narrow"/>
        </w:rPr>
        <w:t>(</w:t>
      </w:r>
      <w:r w:rsidR="00A525A6">
        <w:rPr>
          <w:rFonts w:ascii="Arial Narrow" w:hAnsi="Arial Narrow"/>
        </w:rPr>
        <w:t>e</w:t>
      </w:r>
      <w:r w:rsidR="00A57AEE">
        <w:rPr>
          <w:rFonts w:ascii="Arial Narrow" w:hAnsi="Arial Narrow"/>
        </w:rPr>
        <w:t>)</w:t>
      </w:r>
      <w:proofErr w:type="spellStart"/>
      <w:r>
        <w:rPr>
          <w:rFonts w:ascii="Arial Narrow" w:hAnsi="Arial Narrow"/>
        </w:rPr>
        <w:t>lfe</w:t>
      </w:r>
      <w:proofErr w:type="spellEnd"/>
      <w:r w:rsidR="00D87EF9">
        <w:rPr>
          <w:rFonts w:ascii="Arial Narrow" w:hAnsi="Arial Narrow"/>
        </w:rPr>
        <w:t>:</w:t>
      </w:r>
    </w:p>
    <w:p w:rsidR="003D3881" w:rsidRDefault="003D3881" w:rsidP="003D3881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Info-Flyer, </w:t>
      </w:r>
      <w:proofErr w:type="spellStart"/>
      <w:r>
        <w:rPr>
          <w:rFonts w:ascii="Arial Narrow" w:hAnsi="Arial Narrow"/>
        </w:rPr>
        <w:t>evtl</w:t>
      </w:r>
      <w:proofErr w:type="spellEnd"/>
      <w:r>
        <w:rPr>
          <w:rFonts w:ascii="Arial Narrow" w:hAnsi="Arial Narrow"/>
        </w:rPr>
        <w:t xml:space="preserve"> verantwortlich für Plagiats-Check-Mails</w:t>
      </w:r>
    </w:p>
    <w:p w:rsidR="00A525A6" w:rsidRDefault="003E11B7" w:rsidP="00A525A6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Aushängen</w:t>
      </w:r>
      <w:r w:rsidR="000D1A98">
        <w:rPr>
          <w:rFonts w:ascii="Arial Narrow" w:hAnsi="Arial Narrow"/>
        </w:rPr>
        <w:t xml:space="preserve"> und</w:t>
      </w:r>
      <w:r w:rsidR="002E630C">
        <w:rPr>
          <w:rFonts w:ascii="Arial Narrow" w:hAnsi="Arial Narrow"/>
        </w:rPr>
        <w:t xml:space="preserve"> scannen, Scan</w:t>
      </w:r>
      <w:r w:rsidR="000D1A98">
        <w:rPr>
          <w:rFonts w:ascii="Arial Narrow" w:hAnsi="Arial Narrow"/>
        </w:rPr>
        <w:t xml:space="preserve"> an Nachfragen anhängen</w:t>
      </w:r>
    </w:p>
    <w:p w:rsidR="00A525A6" w:rsidRDefault="00A525A6" w:rsidP="00A525A6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Technikref</w:t>
      </w:r>
      <w:proofErr w:type="spellEnd"/>
      <w:r w:rsidR="00D87EF9">
        <w:rPr>
          <w:rFonts w:ascii="Arial Narrow" w:hAnsi="Arial Narrow"/>
        </w:rPr>
        <w:t>:</w:t>
      </w:r>
    </w:p>
    <w:p w:rsidR="002732E0" w:rsidRDefault="00735D82" w:rsidP="002732E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T-Stücke für Trassen</w:t>
      </w:r>
      <w:r w:rsidR="00C43AC6">
        <w:rPr>
          <w:rFonts w:ascii="Arial Narrow" w:hAnsi="Arial Narrow"/>
        </w:rPr>
        <w:t>, ca. 170€</w:t>
      </w:r>
    </w:p>
    <w:p w:rsidR="00152424" w:rsidRDefault="00152424" w:rsidP="002732E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Wird angeschafft</w:t>
      </w:r>
    </w:p>
    <w:p w:rsidR="00152424" w:rsidRDefault="00152424" w:rsidP="002732E0">
      <w:pPr>
        <w:pStyle w:val="Listenabsatz"/>
        <w:spacing w:before="120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Aulaanlage</w:t>
      </w:r>
      <w:proofErr w:type="spellEnd"/>
      <w:r>
        <w:rPr>
          <w:rFonts w:ascii="Arial Narrow" w:hAnsi="Arial Narrow"/>
        </w:rPr>
        <w:t xml:space="preserve"> wird umgebaut für Maskenball-Party</w:t>
      </w:r>
    </w:p>
    <w:p w:rsidR="007127D6" w:rsidRDefault="007127D6" w:rsidP="002732E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Mit Würz absprechen</w:t>
      </w:r>
    </w:p>
    <w:p w:rsidR="002732E0" w:rsidRDefault="002732E0" w:rsidP="002732E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MLP-Vorträge</w:t>
      </w:r>
      <w:r w:rsidR="00D87EF9">
        <w:rPr>
          <w:rFonts w:ascii="Arial Narrow" w:hAnsi="Arial Narrow"/>
        </w:rPr>
        <w:t>:</w:t>
      </w:r>
    </w:p>
    <w:p w:rsidR="00DE0A93" w:rsidRDefault="00A26375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Finanz- und </w:t>
      </w:r>
      <w:proofErr w:type="spellStart"/>
      <w:r>
        <w:rPr>
          <w:rFonts w:ascii="Arial Narrow" w:hAnsi="Arial Narrow"/>
        </w:rPr>
        <w:t>Karrierecoaches</w:t>
      </w:r>
      <w:proofErr w:type="spellEnd"/>
    </w:p>
    <w:p w:rsidR="00D1463A" w:rsidRDefault="00D1463A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Waren vor zwei Jahren schon hier, verschiedene Vorträge</w:t>
      </w:r>
    </w:p>
    <w:p w:rsidR="00A6414B" w:rsidRDefault="00434412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Umfassende Finanzberatung</w:t>
      </w:r>
      <w:r w:rsidR="0071588A">
        <w:rPr>
          <w:rFonts w:ascii="Arial Narrow" w:hAnsi="Arial Narrow"/>
        </w:rPr>
        <w:t>, kostenlos</w:t>
      </w:r>
    </w:p>
    <w:p w:rsidR="00BD2E3A" w:rsidRDefault="00BD2E3A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Bewerbungstraining</w:t>
      </w:r>
      <w:r w:rsidR="00913A54">
        <w:rPr>
          <w:rFonts w:ascii="Arial Narrow" w:hAnsi="Arial Narrow"/>
        </w:rPr>
        <w:t>, Steuertipps für Studenten</w:t>
      </w:r>
    </w:p>
    <w:p w:rsidR="00794A07" w:rsidRDefault="00794A07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Gruppengröße von ca. 10-20 Personen</w:t>
      </w:r>
    </w:p>
    <w:p w:rsidR="009F1D5F" w:rsidRDefault="003474A2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Bei uns oder in Freiburg?</w:t>
      </w:r>
      <w:r w:rsidR="00D47802">
        <w:rPr>
          <w:rFonts w:ascii="Arial Narrow" w:hAnsi="Arial Narrow"/>
        </w:rPr>
        <w:t xml:space="preserve"> </w:t>
      </w:r>
      <w:proofErr w:type="spellStart"/>
      <w:r w:rsidR="00D47802">
        <w:rPr>
          <w:rFonts w:ascii="Arial Narrow" w:hAnsi="Arial Narrow"/>
        </w:rPr>
        <w:t>Großkoz</w:t>
      </w:r>
      <w:proofErr w:type="spellEnd"/>
    </w:p>
    <w:p w:rsidR="0026454D" w:rsidRDefault="0026454D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Terminvorschläge von uns</w:t>
      </w:r>
      <w:r w:rsidR="004A754B">
        <w:rPr>
          <w:rFonts w:ascii="Arial Narrow" w:hAnsi="Arial Narrow"/>
        </w:rPr>
        <w:t>, Optimalfall vor HKB</w:t>
      </w:r>
    </w:p>
    <w:p w:rsidR="00A703C8" w:rsidRDefault="00A703C8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Fakultätsspezifisch?</w:t>
      </w:r>
      <w:r w:rsidR="00CE5337">
        <w:rPr>
          <w:rFonts w:ascii="Arial Narrow" w:hAnsi="Arial Narrow"/>
        </w:rPr>
        <w:t xml:space="preserve"> Zumindest im </w:t>
      </w:r>
      <w:proofErr w:type="spellStart"/>
      <w:r w:rsidR="00CE5337">
        <w:rPr>
          <w:rFonts w:ascii="Arial Narrow" w:hAnsi="Arial Narrow"/>
        </w:rPr>
        <w:t>Berwerbungsteil</w:t>
      </w:r>
      <w:proofErr w:type="spellEnd"/>
      <w:r w:rsidR="00FA2FBE">
        <w:rPr>
          <w:rFonts w:ascii="Arial Narrow" w:hAnsi="Arial Narrow"/>
        </w:rPr>
        <w:t xml:space="preserve"> sinnvoll</w:t>
      </w:r>
    </w:p>
    <w:p w:rsidR="00792EF5" w:rsidRDefault="00792EF5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Steuerteil eher für Master</w:t>
      </w:r>
      <w:r w:rsidR="000D1B06">
        <w:rPr>
          <w:rFonts w:ascii="Arial Narrow" w:hAnsi="Arial Narrow"/>
        </w:rPr>
        <w:t>studenten</w:t>
      </w:r>
    </w:p>
    <w:p w:rsidR="00DE0A93" w:rsidRDefault="007A2FB4" w:rsidP="00DE0A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Lukas kümmert sich um Kontakt</w:t>
      </w:r>
    </w:p>
    <w:p w:rsidR="007A2FB4" w:rsidRDefault="007A2FB4" w:rsidP="00DE0A9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B0B12" w:rsidRDefault="00BB0B12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Theresia Bauer</w:t>
      </w:r>
      <w:r w:rsidR="00D87EF9">
        <w:rPr>
          <w:rFonts w:ascii="Arial Narrow" w:hAnsi="Arial Narrow"/>
        </w:rPr>
        <w:t>:</w:t>
      </w:r>
    </w:p>
    <w:p w:rsidR="0063245A" w:rsidRDefault="00E32D5A" w:rsidP="00DB5C1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Heut Abend im Ochsen, möchte jemand hin?</w:t>
      </w:r>
    </w:p>
    <w:p w:rsidR="00122C6C" w:rsidRPr="00DB5C1C" w:rsidRDefault="00122C6C" w:rsidP="00DB5C1C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Philipp und Fabian melden sich</w:t>
      </w:r>
    </w:p>
    <w:p w:rsidR="00B95BE9" w:rsidRDefault="00B95BE9" w:rsidP="00B95BE9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841A4" w:rsidRDefault="000841A4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Queue-Halter</w:t>
      </w:r>
      <w:r w:rsidR="00D87EF9">
        <w:rPr>
          <w:rFonts w:ascii="Arial Narrow" w:hAnsi="Arial Narrow"/>
        </w:rPr>
        <w:t>:</w:t>
      </w:r>
    </w:p>
    <w:p w:rsidR="0090471F" w:rsidRDefault="00A97EC2" w:rsidP="009E4CB7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Könnte man m</w:t>
      </w:r>
      <w:r w:rsidR="009D5981">
        <w:rPr>
          <w:rFonts w:ascii="Arial Narrow" w:hAnsi="Arial Narrow"/>
        </w:rPr>
        <w:t xml:space="preserve">ontieren um Queues besser zu </w:t>
      </w:r>
      <w:proofErr w:type="spellStart"/>
      <w:r w:rsidR="009D5981">
        <w:rPr>
          <w:rFonts w:ascii="Arial Narrow" w:hAnsi="Arial Narrow"/>
        </w:rPr>
        <w:t>ve</w:t>
      </w:r>
      <w:r>
        <w:rPr>
          <w:rFonts w:ascii="Arial Narrow" w:hAnsi="Arial Narrow"/>
        </w:rPr>
        <w:t>r</w:t>
      </w:r>
      <w:r w:rsidR="009D5981">
        <w:rPr>
          <w:rFonts w:ascii="Arial Narrow" w:hAnsi="Arial Narrow"/>
        </w:rPr>
        <w:t>r</w:t>
      </w:r>
      <w:r>
        <w:rPr>
          <w:rFonts w:ascii="Arial Narrow" w:hAnsi="Arial Narrow"/>
        </w:rPr>
        <w:t>äumen</w:t>
      </w:r>
      <w:proofErr w:type="spellEnd"/>
    </w:p>
    <w:p w:rsidR="009E4CB7" w:rsidRDefault="00A04AEC" w:rsidP="009E4CB7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Fensterseite vom Schrank</w:t>
      </w:r>
      <w:r w:rsidR="00021392">
        <w:rPr>
          <w:rFonts w:ascii="Arial Narrow" w:hAnsi="Arial Narrow"/>
        </w:rPr>
        <w:t>, Tim und Philipp kümmern sich darum</w:t>
      </w:r>
    </w:p>
    <w:p w:rsidR="00D5586E" w:rsidRDefault="00D5586E" w:rsidP="009E4CB7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B0B12" w:rsidRDefault="00BB0B12" w:rsidP="00BB0B12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BB0B12" w:rsidRPr="003934EB" w:rsidRDefault="00A53D93" w:rsidP="000841A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Verleihschlüssel</w:t>
      </w:r>
      <w:r w:rsidR="00B2381F">
        <w:rPr>
          <w:rFonts w:ascii="Arial Narrow" w:hAnsi="Arial Narrow"/>
        </w:rPr>
        <w:t>:</w:t>
      </w:r>
    </w:p>
    <w:p w:rsidR="003934EB" w:rsidRDefault="00781734" w:rsidP="003934EB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Gehören in die Schlüssel, nicht an die Schlüsselwand</w:t>
      </w:r>
    </w:p>
    <w:p w:rsidR="00A44AF8" w:rsidRDefault="00A44AF8" w:rsidP="003934EB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A44AF8" w:rsidRDefault="00BC2130" w:rsidP="00A44AF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WING-Zeitschrift:</w:t>
      </w:r>
    </w:p>
    <w:p w:rsidR="00BC2130" w:rsidRDefault="00BC2130" w:rsidP="00BC213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Artikel über Alte </w:t>
      </w:r>
      <w:proofErr w:type="spellStart"/>
      <w:r>
        <w:rPr>
          <w:rFonts w:ascii="Arial Narrow" w:hAnsi="Arial Narrow"/>
        </w:rPr>
        <w:t>Cafete</w:t>
      </w:r>
      <w:proofErr w:type="spellEnd"/>
    </w:p>
    <w:p w:rsidR="00EF64AC" w:rsidRDefault="00EF64AC" w:rsidP="00BC2130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Lukas setzt sich mit Luisa zusammen</w:t>
      </w:r>
      <w:r w:rsidR="005965DE">
        <w:rPr>
          <w:rFonts w:ascii="Arial Narrow" w:hAnsi="Arial Narrow"/>
        </w:rPr>
        <w:t>, da sie den Zustand vor dem Umbau nicht kennt</w:t>
      </w:r>
    </w:p>
    <w:p w:rsidR="00BC2130" w:rsidRDefault="00BC2130" w:rsidP="00BC213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4A32B6" w:rsidRDefault="004A32B6" w:rsidP="00A44AF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Getränke:</w:t>
      </w:r>
    </w:p>
    <w:p w:rsidR="00AE51A8" w:rsidRDefault="00AE51A8" w:rsidP="00AE51A8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Volle Kästen zur Seite räumen</w:t>
      </w:r>
    </w:p>
    <w:p w:rsidR="00AE51A8" w:rsidRDefault="00AE51A8" w:rsidP="00AE51A8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BC2130" w:rsidRDefault="00DB07B9" w:rsidP="00A44AF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Spieletage:</w:t>
      </w:r>
    </w:p>
    <w:p w:rsidR="006B132E" w:rsidRPr="003934EB" w:rsidRDefault="00735D82" w:rsidP="006B132E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Matthias freut sich über Auf</w:t>
      </w:r>
      <w:r w:rsidR="00CB10C1">
        <w:rPr>
          <w:rFonts w:ascii="Arial Narrow" w:hAnsi="Arial Narrow"/>
        </w:rPr>
        <w:t>- und Ab</w:t>
      </w:r>
      <w:r>
        <w:rPr>
          <w:rFonts w:ascii="Arial Narrow" w:hAnsi="Arial Narrow"/>
        </w:rPr>
        <w:t>bauhelfer</w:t>
      </w:r>
    </w:p>
    <w:sectPr w:rsidR="006B132E" w:rsidRPr="003934EB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14" w:rsidRDefault="004C5E14">
      <w:pPr>
        <w:spacing w:line="20" w:lineRule="exact"/>
      </w:pPr>
    </w:p>
  </w:endnote>
  <w:endnote w:type="continuationSeparator" w:id="0">
    <w:p w:rsidR="004C5E14" w:rsidRDefault="004C5E1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4C5E14" w:rsidRDefault="004C5E1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14" w:rsidRDefault="004C5E1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4C5E14" w:rsidRDefault="004C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D7F24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1392"/>
    <w:rsid w:val="00023AFA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841A4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476B"/>
    <w:rsid w:val="000C5E91"/>
    <w:rsid w:val="000D1A98"/>
    <w:rsid w:val="000D1B06"/>
    <w:rsid w:val="000D5ED7"/>
    <w:rsid w:val="000D74D9"/>
    <w:rsid w:val="000E2BDB"/>
    <w:rsid w:val="000E3661"/>
    <w:rsid w:val="000E54AF"/>
    <w:rsid w:val="000F13A9"/>
    <w:rsid w:val="000F17DB"/>
    <w:rsid w:val="00103636"/>
    <w:rsid w:val="00103721"/>
    <w:rsid w:val="00104947"/>
    <w:rsid w:val="0011358E"/>
    <w:rsid w:val="0011608E"/>
    <w:rsid w:val="00122C6C"/>
    <w:rsid w:val="0013603A"/>
    <w:rsid w:val="001364FA"/>
    <w:rsid w:val="0014473D"/>
    <w:rsid w:val="00144E86"/>
    <w:rsid w:val="00145644"/>
    <w:rsid w:val="00152424"/>
    <w:rsid w:val="00173EE8"/>
    <w:rsid w:val="00177FB5"/>
    <w:rsid w:val="001845E4"/>
    <w:rsid w:val="00192E7B"/>
    <w:rsid w:val="001973C6"/>
    <w:rsid w:val="001A7A0D"/>
    <w:rsid w:val="001B06AC"/>
    <w:rsid w:val="001C598F"/>
    <w:rsid w:val="001C7E80"/>
    <w:rsid w:val="001D3317"/>
    <w:rsid w:val="001D47FD"/>
    <w:rsid w:val="001E38E2"/>
    <w:rsid w:val="001E4141"/>
    <w:rsid w:val="001E6421"/>
    <w:rsid w:val="001F29FE"/>
    <w:rsid w:val="001F5D4C"/>
    <w:rsid w:val="00203683"/>
    <w:rsid w:val="00211E26"/>
    <w:rsid w:val="00216BDD"/>
    <w:rsid w:val="00221BB9"/>
    <w:rsid w:val="00245E5D"/>
    <w:rsid w:val="00251787"/>
    <w:rsid w:val="0026454D"/>
    <w:rsid w:val="00264A2F"/>
    <w:rsid w:val="002732E0"/>
    <w:rsid w:val="00273332"/>
    <w:rsid w:val="00274830"/>
    <w:rsid w:val="00280F70"/>
    <w:rsid w:val="00283492"/>
    <w:rsid w:val="002858C4"/>
    <w:rsid w:val="00290204"/>
    <w:rsid w:val="00290D56"/>
    <w:rsid w:val="002A0AEF"/>
    <w:rsid w:val="002A108C"/>
    <w:rsid w:val="002A158B"/>
    <w:rsid w:val="002A28BA"/>
    <w:rsid w:val="002A571F"/>
    <w:rsid w:val="002A682D"/>
    <w:rsid w:val="002B1A01"/>
    <w:rsid w:val="002B67D1"/>
    <w:rsid w:val="002D090B"/>
    <w:rsid w:val="002E630C"/>
    <w:rsid w:val="002E7327"/>
    <w:rsid w:val="002F111A"/>
    <w:rsid w:val="002F4784"/>
    <w:rsid w:val="00303321"/>
    <w:rsid w:val="00305825"/>
    <w:rsid w:val="00310FD9"/>
    <w:rsid w:val="00312F4D"/>
    <w:rsid w:val="0031477C"/>
    <w:rsid w:val="003268B6"/>
    <w:rsid w:val="00331D1F"/>
    <w:rsid w:val="00331DDA"/>
    <w:rsid w:val="003339C0"/>
    <w:rsid w:val="00341665"/>
    <w:rsid w:val="0034237A"/>
    <w:rsid w:val="003474A2"/>
    <w:rsid w:val="0036697F"/>
    <w:rsid w:val="003733CC"/>
    <w:rsid w:val="003775B0"/>
    <w:rsid w:val="00380CCC"/>
    <w:rsid w:val="00382127"/>
    <w:rsid w:val="003934EB"/>
    <w:rsid w:val="00396AA7"/>
    <w:rsid w:val="003A2538"/>
    <w:rsid w:val="003B59AF"/>
    <w:rsid w:val="003B669B"/>
    <w:rsid w:val="003B72AA"/>
    <w:rsid w:val="003D00E2"/>
    <w:rsid w:val="003D3881"/>
    <w:rsid w:val="003E11B7"/>
    <w:rsid w:val="003E51EE"/>
    <w:rsid w:val="003E658F"/>
    <w:rsid w:val="00402DA7"/>
    <w:rsid w:val="004108F1"/>
    <w:rsid w:val="00413112"/>
    <w:rsid w:val="00425EF5"/>
    <w:rsid w:val="00434412"/>
    <w:rsid w:val="004359A0"/>
    <w:rsid w:val="004378EC"/>
    <w:rsid w:val="00441B0C"/>
    <w:rsid w:val="0045683C"/>
    <w:rsid w:val="00487AF4"/>
    <w:rsid w:val="004A32B6"/>
    <w:rsid w:val="004A754B"/>
    <w:rsid w:val="004B2C0A"/>
    <w:rsid w:val="004C5E1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71C9"/>
    <w:rsid w:val="00516793"/>
    <w:rsid w:val="00524026"/>
    <w:rsid w:val="00531E9F"/>
    <w:rsid w:val="00541CD1"/>
    <w:rsid w:val="00543129"/>
    <w:rsid w:val="00544421"/>
    <w:rsid w:val="00547FD9"/>
    <w:rsid w:val="00552E34"/>
    <w:rsid w:val="00553A7C"/>
    <w:rsid w:val="005540C5"/>
    <w:rsid w:val="005627C0"/>
    <w:rsid w:val="00567A91"/>
    <w:rsid w:val="00577F83"/>
    <w:rsid w:val="00580718"/>
    <w:rsid w:val="0058321F"/>
    <w:rsid w:val="005965DE"/>
    <w:rsid w:val="005B1C22"/>
    <w:rsid w:val="005C07B4"/>
    <w:rsid w:val="005D0000"/>
    <w:rsid w:val="005F2919"/>
    <w:rsid w:val="005F45A2"/>
    <w:rsid w:val="005F5D0E"/>
    <w:rsid w:val="00602994"/>
    <w:rsid w:val="0060428B"/>
    <w:rsid w:val="00605F26"/>
    <w:rsid w:val="00606F9B"/>
    <w:rsid w:val="00613B04"/>
    <w:rsid w:val="006204D1"/>
    <w:rsid w:val="00621FC5"/>
    <w:rsid w:val="00622B3E"/>
    <w:rsid w:val="0063245A"/>
    <w:rsid w:val="00653E01"/>
    <w:rsid w:val="00657BE4"/>
    <w:rsid w:val="00672DAA"/>
    <w:rsid w:val="00673402"/>
    <w:rsid w:val="006738AB"/>
    <w:rsid w:val="00685893"/>
    <w:rsid w:val="00686ECB"/>
    <w:rsid w:val="006928CF"/>
    <w:rsid w:val="006A00B3"/>
    <w:rsid w:val="006A01E2"/>
    <w:rsid w:val="006A0CE7"/>
    <w:rsid w:val="006A2577"/>
    <w:rsid w:val="006A3B1C"/>
    <w:rsid w:val="006A6E9D"/>
    <w:rsid w:val="006B132E"/>
    <w:rsid w:val="006C1030"/>
    <w:rsid w:val="006C4D68"/>
    <w:rsid w:val="006C795A"/>
    <w:rsid w:val="006D0A34"/>
    <w:rsid w:val="006D5B87"/>
    <w:rsid w:val="006E4D61"/>
    <w:rsid w:val="006F1A02"/>
    <w:rsid w:val="006F55D7"/>
    <w:rsid w:val="00701213"/>
    <w:rsid w:val="00702E5C"/>
    <w:rsid w:val="007062F4"/>
    <w:rsid w:val="00711D59"/>
    <w:rsid w:val="0071242B"/>
    <w:rsid w:val="007127D6"/>
    <w:rsid w:val="0071588A"/>
    <w:rsid w:val="007173E9"/>
    <w:rsid w:val="00720FAA"/>
    <w:rsid w:val="00721F65"/>
    <w:rsid w:val="00724052"/>
    <w:rsid w:val="00733F99"/>
    <w:rsid w:val="00735D82"/>
    <w:rsid w:val="007364E7"/>
    <w:rsid w:val="0074187F"/>
    <w:rsid w:val="00742C7E"/>
    <w:rsid w:val="007578E8"/>
    <w:rsid w:val="00761B22"/>
    <w:rsid w:val="0076384A"/>
    <w:rsid w:val="00766556"/>
    <w:rsid w:val="00781734"/>
    <w:rsid w:val="00784186"/>
    <w:rsid w:val="00786D98"/>
    <w:rsid w:val="00790A9E"/>
    <w:rsid w:val="00792EF5"/>
    <w:rsid w:val="00794A07"/>
    <w:rsid w:val="007A2FB4"/>
    <w:rsid w:val="007A770E"/>
    <w:rsid w:val="007B1EB9"/>
    <w:rsid w:val="007B68EF"/>
    <w:rsid w:val="007C767B"/>
    <w:rsid w:val="007C79D4"/>
    <w:rsid w:val="007D3121"/>
    <w:rsid w:val="007D4030"/>
    <w:rsid w:val="007D46E4"/>
    <w:rsid w:val="007D7C7C"/>
    <w:rsid w:val="007D7F4A"/>
    <w:rsid w:val="007E031D"/>
    <w:rsid w:val="007F047A"/>
    <w:rsid w:val="007F6BB7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26515"/>
    <w:rsid w:val="00843F45"/>
    <w:rsid w:val="008457B3"/>
    <w:rsid w:val="00852044"/>
    <w:rsid w:val="00854ED7"/>
    <w:rsid w:val="0085740D"/>
    <w:rsid w:val="0086606D"/>
    <w:rsid w:val="008743D8"/>
    <w:rsid w:val="008767BF"/>
    <w:rsid w:val="0088052F"/>
    <w:rsid w:val="008864DE"/>
    <w:rsid w:val="00894D3A"/>
    <w:rsid w:val="008B1CBE"/>
    <w:rsid w:val="008B6297"/>
    <w:rsid w:val="008C250E"/>
    <w:rsid w:val="008C352C"/>
    <w:rsid w:val="008C35F3"/>
    <w:rsid w:val="008C46AA"/>
    <w:rsid w:val="008C6253"/>
    <w:rsid w:val="008D16EC"/>
    <w:rsid w:val="008D2BDB"/>
    <w:rsid w:val="008D7F24"/>
    <w:rsid w:val="008F7364"/>
    <w:rsid w:val="00901A09"/>
    <w:rsid w:val="0090471F"/>
    <w:rsid w:val="00913A54"/>
    <w:rsid w:val="00927544"/>
    <w:rsid w:val="009301A0"/>
    <w:rsid w:val="0093709C"/>
    <w:rsid w:val="00937828"/>
    <w:rsid w:val="00945F7B"/>
    <w:rsid w:val="009711F7"/>
    <w:rsid w:val="00972826"/>
    <w:rsid w:val="009757B0"/>
    <w:rsid w:val="00976971"/>
    <w:rsid w:val="009906B7"/>
    <w:rsid w:val="009A454A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D4635"/>
    <w:rsid w:val="009D5981"/>
    <w:rsid w:val="009D7D33"/>
    <w:rsid w:val="009E4CB7"/>
    <w:rsid w:val="009E6CE4"/>
    <w:rsid w:val="009F0B38"/>
    <w:rsid w:val="009F1D5F"/>
    <w:rsid w:val="009F25B6"/>
    <w:rsid w:val="00A04AEC"/>
    <w:rsid w:val="00A05515"/>
    <w:rsid w:val="00A131C3"/>
    <w:rsid w:val="00A1608F"/>
    <w:rsid w:val="00A24302"/>
    <w:rsid w:val="00A26375"/>
    <w:rsid w:val="00A2697F"/>
    <w:rsid w:val="00A403BF"/>
    <w:rsid w:val="00A448D9"/>
    <w:rsid w:val="00A44AF8"/>
    <w:rsid w:val="00A44D35"/>
    <w:rsid w:val="00A45E45"/>
    <w:rsid w:val="00A525A6"/>
    <w:rsid w:val="00A53D93"/>
    <w:rsid w:val="00A5511B"/>
    <w:rsid w:val="00A57AEE"/>
    <w:rsid w:val="00A6243F"/>
    <w:rsid w:val="00A6414B"/>
    <w:rsid w:val="00A678B4"/>
    <w:rsid w:val="00A703C8"/>
    <w:rsid w:val="00A7386C"/>
    <w:rsid w:val="00A73BA0"/>
    <w:rsid w:val="00A75356"/>
    <w:rsid w:val="00A87E62"/>
    <w:rsid w:val="00A94BC2"/>
    <w:rsid w:val="00A94EB0"/>
    <w:rsid w:val="00A97EC2"/>
    <w:rsid w:val="00AA0C47"/>
    <w:rsid w:val="00AB2A4B"/>
    <w:rsid w:val="00AB718D"/>
    <w:rsid w:val="00AD6894"/>
    <w:rsid w:val="00AD70BC"/>
    <w:rsid w:val="00AE2E68"/>
    <w:rsid w:val="00AE51A8"/>
    <w:rsid w:val="00AE757F"/>
    <w:rsid w:val="00AF264D"/>
    <w:rsid w:val="00B03346"/>
    <w:rsid w:val="00B04368"/>
    <w:rsid w:val="00B12C1D"/>
    <w:rsid w:val="00B136A5"/>
    <w:rsid w:val="00B2381F"/>
    <w:rsid w:val="00B25462"/>
    <w:rsid w:val="00B262CA"/>
    <w:rsid w:val="00B31937"/>
    <w:rsid w:val="00B44FE0"/>
    <w:rsid w:val="00B51224"/>
    <w:rsid w:val="00B545C9"/>
    <w:rsid w:val="00B55B6C"/>
    <w:rsid w:val="00B60027"/>
    <w:rsid w:val="00B70966"/>
    <w:rsid w:val="00B81638"/>
    <w:rsid w:val="00B83D82"/>
    <w:rsid w:val="00B8594D"/>
    <w:rsid w:val="00B8669E"/>
    <w:rsid w:val="00B95BE9"/>
    <w:rsid w:val="00B96065"/>
    <w:rsid w:val="00BA10A5"/>
    <w:rsid w:val="00BB0B12"/>
    <w:rsid w:val="00BC06B5"/>
    <w:rsid w:val="00BC2130"/>
    <w:rsid w:val="00BD2E3A"/>
    <w:rsid w:val="00BD4E8B"/>
    <w:rsid w:val="00BE1515"/>
    <w:rsid w:val="00BF01A2"/>
    <w:rsid w:val="00BF1564"/>
    <w:rsid w:val="00BF5C21"/>
    <w:rsid w:val="00C00055"/>
    <w:rsid w:val="00C00BEE"/>
    <w:rsid w:val="00C1435E"/>
    <w:rsid w:val="00C22F83"/>
    <w:rsid w:val="00C336B6"/>
    <w:rsid w:val="00C43AC6"/>
    <w:rsid w:val="00C43F8D"/>
    <w:rsid w:val="00C465CE"/>
    <w:rsid w:val="00C46942"/>
    <w:rsid w:val="00C60DAE"/>
    <w:rsid w:val="00C63840"/>
    <w:rsid w:val="00C7454B"/>
    <w:rsid w:val="00C75749"/>
    <w:rsid w:val="00C772CC"/>
    <w:rsid w:val="00C82661"/>
    <w:rsid w:val="00C82C9C"/>
    <w:rsid w:val="00CA5DF7"/>
    <w:rsid w:val="00CB10C1"/>
    <w:rsid w:val="00CB5BD5"/>
    <w:rsid w:val="00CC7F24"/>
    <w:rsid w:val="00CD0F5F"/>
    <w:rsid w:val="00CD7327"/>
    <w:rsid w:val="00CE5337"/>
    <w:rsid w:val="00CF0EE6"/>
    <w:rsid w:val="00CF5456"/>
    <w:rsid w:val="00CF6273"/>
    <w:rsid w:val="00D03F71"/>
    <w:rsid w:val="00D1463A"/>
    <w:rsid w:val="00D23BBC"/>
    <w:rsid w:val="00D24AA6"/>
    <w:rsid w:val="00D40C11"/>
    <w:rsid w:val="00D4751D"/>
    <w:rsid w:val="00D47802"/>
    <w:rsid w:val="00D523B8"/>
    <w:rsid w:val="00D52E25"/>
    <w:rsid w:val="00D5586E"/>
    <w:rsid w:val="00D55BFE"/>
    <w:rsid w:val="00D62D7D"/>
    <w:rsid w:val="00D803B9"/>
    <w:rsid w:val="00D841FE"/>
    <w:rsid w:val="00D87EF9"/>
    <w:rsid w:val="00D94C60"/>
    <w:rsid w:val="00DB07B9"/>
    <w:rsid w:val="00DB0B2A"/>
    <w:rsid w:val="00DB478E"/>
    <w:rsid w:val="00DB5C1C"/>
    <w:rsid w:val="00DB656A"/>
    <w:rsid w:val="00DC04B6"/>
    <w:rsid w:val="00DD0F66"/>
    <w:rsid w:val="00DD1790"/>
    <w:rsid w:val="00DD619F"/>
    <w:rsid w:val="00DD7DA0"/>
    <w:rsid w:val="00DE0A93"/>
    <w:rsid w:val="00DE1F6C"/>
    <w:rsid w:val="00DE238D"/>
    <w:rsid w:val="00E1101E"/>
    <w:rsid w:val="00E14709"/>
    <w:rsid w:val="00E1673A"/>
    <w:rsid w:val="00E206F4"/>
    <w:rsid w:val="00E237E7"/>
    <w:rsid w:val="00E26D65"/>
    <w:rsid w:val="00E303B8"/>
    <w:rsid w:val="00E323A0"/>
    <w:rsid w:val="00E32D5A"/>
    <w:rsid w:val="00E35394"/>
    <w:rsid w:val="00E36789"/>
    <w:rsid w:val="00E42AC7"/>
    <w:rsid w:val="00E52891"/>
    <w:rsid w:val="00E609C1"/>
    <w:rsid w:val="00E61F4C"/>
    <w:rsid w:val="00E66A27"/>
    <w:rsid w:val="00E7777D"/>
    <w:rsid w:val="00E81768"/>
    <w:rsid w:val="00E90352"/>
    <w:rsid w:val="00E97E93"/>
    <w:rsid w:val="00EA30A5"/>
    <w:rsid w:val="00EB1094"/>
    <w:rsid w:val="00EB31F2"/>
    <w:rsid w:val="00EB55FE"/>
    <w:rsid w:val="00ED5E75"/>
    <w:rsid w:val="00EE6055"/>
    <w:rsid w:val="00EE6AF7"/>
    <w:rsid w:val="00EF1636"/>
    <w:rsid w:val="00EF64AC"/>
    <w:rsid w:val="00F15149"/>
    <w:rsid w:val="00F15501"/>
    <w:rsid w:val="00F15EEB"/>
    <w:rsid w:val="00F36765"/>
    <w:rsid w:val="00F44669"/>
    <w:rsid w:val="00F62F80"/>
    <w:rsid w:val="00F70B9E"/>
    <w:rsid w:val="00F735CE"/>
    <w:rsid w:val="00F761D8"/>
    <w:rsid w:val="00F77CE5"/>
    <w:rsid w:val="00F834DE"/>
    <w:rsid w:val="00F94455"/>
    <w:rsid w:val="00F94E38"/>
    <w:rsid w:val="00FA2FBE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CFB49A"/>
  <w15:docId w15:val="{F4D91774-5C4E-4977-8743-8AC3C21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480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29</cp:revision>
  <cp:lastPrinted>2017-04-26T14:45:00Z</cp:lastPrinted>
  <dcterms:created xsi:type="dcterms:W3CDTF">2017-04-26T13:08:00Z</dcterms:created>
  <dcterms:modified xsi:type="dcterms:W3CDTF">2017-04-26T14:49:00Z</dcterms:modified>
</cp:coreProperties>
</file>